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022A28EF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891BA7">
        <w:rPr>
          <w:rFonts w:ascii="Corbel" w:hAnsi="Corbel"/>
          <w:i/>
          <w:smallCaps/>
          <w:sz w:val="24"/>
          <w:szCs w:val="24"/>
        </w:rPr>
        <w:t>2022-2027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1AC13FCE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="00891BA7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 xml:space="preserve">Rok akademicki </w:t>
      </w:r>
      <w:r w:rsidR="00935196">
        <w:rPr>
          <w:rFonts w:ascii="Corbel" w:hAnsi="Corbel"/>
          <w:sz w:val="24"/>
          <w:szCs w:val="24"/>
        </w:rPr>
        <w:t>202</w:t>
      </w:r>
      <w:r w:rsidR="000E6DA9">
        <w:rPr>
          <w:rFonts w:ascii="Corbel" w:hAnsi="Corbel"/>
          <w:sz w:val="24"/>
          <w:szCs w:val="24"/>
        </w:rPr>
        <w:t>3</w:t>
      </w:r>
      <w:r w:rsidR="00891BA7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573170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3170">
              <w:rPr>
                <w:rFonts w:ascii="Corbel" w:hAnsi="Corbel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Historyczno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1BCDD42A" w:rsidR="00015B8F" w:rsidRPr="008F41F1" w:rsidRDefault="00573170" w:rsidP="005731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27F5DC1" w:rsidR="00887911" w:rsidRPr="008F41F1" w:rsidRDefault="00573170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116B8F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8D801E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60BEE5C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2057EBDD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6D919586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116B8F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0841217B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416776A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6FA461C7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336E1C2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561C3ADA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639DB77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73F19759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81A63B0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3560C2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5154EEBF" w14:textId="576F44C8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4257F4C5" w14:textId="62AE916F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573170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573170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1667608A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573170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16FE55E1" w14:textId="77777777" w:rsidTr="00573170">
        <w:tc>
          <w:tcPr>
            <w:tcW w:w="1962" w:type="dxa"/>
          </w:tcPr>
          <w:p w14:paraId="7E2ABD2C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0FD1FAF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04345C67" w14:textId="77777777" w:rsidTr="00573170">
        <w:tc>
          <w:tcPr>
            <w:tcW w:w="1962" w:type="dxa"/>
          </w:tcPr>
          <w:p w14:paraId="363144B9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5CAAEC9F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1AE0DA9C" w14:textId="77777777" w:rsidTr="00573170">
        <w:tc>
          <w:tcPr>
            <w:tcW w:w="1962" w:type="dxa"/>
          </w:tcPr>
          <w:p w14:paraId="67C987B3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706E80C9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0A30B894" w14:textId="77777777" w:rsidTr="00573170">
        <w:tc>
          <w:tcPr>
            <w:tcW w:w="1962" w:type="dxa"/>
          </w:tcPr>
          <w:p w14:paraId="3F2F573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A996B1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226CAAFE" w14:textId="77777777" w:rsidTr="00573170">
        <w:tc>
          <w:tcPr>
            <w:tcW w:w="1962" w:type="dxa"/>
          </w:tcPr>
          <w:p w14:paraId="0A25ADD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7B8D175A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4EE3D52E" w14:textId="77777777" w:rsidTr="00573170">
        <w:tc>
          <w:tcPr>
            <w:tcW w:w="1962" w:type="dxa"/>
          </w:tcPr>
          <w:p w14:paraId="3DE89C3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366B8AB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45A80B29" w14:textId="77777777" w:rsidTr="00573170">
        <w:tc>
          <w:tcPr>
            <w:tcW w:w="1962" w:type="dxa"/>
          </w:tcPr>
          <w:p w14:paraId="1576232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63C7CD0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59A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659A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0ED76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A8742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37829352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573170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4BE595EC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573170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677F6118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F41F1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F41F1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410C4CB9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A24DA9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0BD0C" w14:textId="77777777" w:rsidR="006C4187" w:rsidRDefault="006C4187" w:rsidP="00C16ABF">
      <w:pPr>
        <w:spacing w:after="0" w:line="240" w:lineRule="auto"/>
      </w:pPr>
      <w:r>
        <w:separator/>
      </w:r>
    </w:p>
  </w:endnote>
  <w:endnote w:type="continuationSeparator" w:id="0">
    <w:p w14:paraId="45818595" w14:textId="77777777" w:rsidR="006C4187" w:rsidRDefault="006C41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FC4A4" w14:textId="77777777" w:rsidR="006C4187" w:rsidRDefault="006C4187" w:rsidP="00C16ABF">
      <w:pPr>
        <w:spacing w:after="0" w:line="240" w:lineRule="auto"/>
      </w:pPr>
      <w:r>
        <w:separator/>
      </w:r>
    </w:p>
  </w:footnote>
  <w:footnote w:type="continuationSeparator" w:id="0">
    <w:p w14:paraId="069E7EDD" w14:textId="77777777" w:rsidR="006C4187" w:rsidRDefault="006C4187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856E1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E6DA9"/>
    <w:rsid w:val="000F1C57"/>
    <w:rsid w:val="000F5615"/>
    <w:rsid w:val="00116B8F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2581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12B8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696D"/>
    <w:rsid w:val="00573170"/>
    <w:rsid w:val="005761F5"/>
    <w:rsid w:val="00586363"/>
    <w:rsid w:val="0059484D"/>
    <w:rsid w:val="005A0855"/>
    <w:rsid w:val="005A133C"/>
    <w:rsid w:val="005A3196"/>
    <w:rsid w:val="005A4077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C4187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0D88"/>
    <w:rsid w:val="0078168C"/>
    <w:rsid w:val="00787C2A"/>
    <w:rsid w:val="00790E27"/>
    <w:rsid w:val="007956E1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91BA7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35196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24DA9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058C"/>
    <w:rsid w:val="00B75946"/>
    <w:rsid w:val="00B8056E"/>
    <w:rsid w:val="00B819C8"/>
    <w:rsid w:val="00B82308"/>
    <w:rsid w:val="00B85301"/>
    <w:rsid w:val="00B90885"/>
    <w:rsid w:val="00B93497"/>
    <w:rsid w:val="00BA0EB1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A2114"/>
    <w:rsid w:val="00DC1846"/>
    <w:rsid w:val="00DC3FAC"/>
    <w:rsid w:val="00DE09C0"/>
    <w:rsid w:val="00DE4A14"/>
    <w:rsid w:val="00DF320D"/>
    <w:rsid w:val="00DF71C8"/>
    <w:rsid w:val="00E1171B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617C3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FFABC-1820-47C0-BEB9-A67F214E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2022-01-21T11:54:00Z</dcterms:created>
  <dcterms:modified xsi:type="dcterms:W3CDTF">2022-11-29T13:33:00Z</dcterms:modified>
</cp:coreProperties>
</file>